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F6C1F" w14:textId="77777777" w:rsidR="006E5D65" w:rsidRPr="00CE1CCE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CE1CCE">
        <w:rPr>
          <w:rFonts w:ascii="Corbel" w:hAnsi="Corbel"/>
          <w:bCs/>
          <w:i/>
        </w:rPr>
        <w:t xml:space="preserve">Załącznik nr </w:t>
      </w:r>
      <w:r w:rsidR="006F31E2" w:rsidRPr="00CE1CCE">
        <w:rPr>
          <w:rFonts w:ascii="Corbel" w:hAnsi="Corbel"/>
          <w:bCs/>
          <w:i/>
        </w:rPr>
        <w:t>1.5</w:t>
      </w:r>
      <w:r w:rsidR="00D8678B" w:rsidRPr="00CE1CCE">
        <w:rPr>
          <w:rFonts w:ascii="Corbel" w:hAnsi="Corbel"/>
          <w:bCs/>
          <w:i/>
        </w:rPr>
        <w:t xml:space="preserve"> do Zarządzenia</w:t>
      </w:r>
      <w:r w:rsidR="002A22BF" w:rsidRPr="00CE1CCE">
        <w:rPr>
          <w:rFonts w:ascii="Corbel" w:hAnsi="Corbel"/>
          <w:bCs/>
          <w:i/>
        </w:rPr>
        <w:t xml:space="preserve"> Rektora UR </w:t>
      </w:r>
      <w:r w:rsidRPr="00CE1CCE">
        <w:rPr>
          <w:rFonts w:ascii="Corbel" w:hAnsi="Corbel"/>
          <w:bCs/>
          <w:i/>
        </w:rPr>
        <w:t xml:space="preserve"> nr </w:t>
      </w:r>
      <w:r w:rsidR="00F17567" w:rsidRPr="00CE1CCE">
        <w:rPr>
          <w:rFonts w:ascii="Corbel" w:hAnsi="Corbel"/>
          <w:bCs/>
          <w:i/>
        </w:rPr>
        <w:t>12/2019</w:t>
      </w:r>
    </w:p>
    <w:p w14:paraId="2723A3BA" w14:textId="77777777" w:rsidR="0085747A" w:rsidRPr="00CE1CC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E1CCE">
        <w:rPr>
          <w:rFonts w:ascii="Corbel" w:hAnsi="Corbel"/>
          <w:b/>
          <w:smallCaps/>
          <w:sz w:val="24"/>
          <w:szCs w:val="24"/>
        </w:rPr>
        <w:t>SYLABUS</w:t>
      </w:r>
    </w:p>
    <w:p w14:paraId="1D4CCE78" w14:textId="094A7A9C" w:rsidR="00E0315E" w:rsidRPr="00CE1CCE" w:rsidRDefault="0071620A" w:rsidP="00E0315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E1CC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E1CCE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0315E" w:rsidRPr="00CE1CCE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AE7116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E0315E" w:rsidRPr="00CE1CCE">
        <w:rPr>
          <w:rFonts w:ascii="Corbel" w:hAnsi="Corbel"/>
          <w:i/>
          <w:smallCaps/>
          <w:color w:val="000000" w:themeColor="text1"/>
          <w:sz w:val="24"/>
          <w:szCs w:val="24"/>
        </w:rPr>
        <w:t>-20</w:t>
      </w:r>
      <w:r w:rsidR="00AE7116">
        <w:rPr>
          <w:rFonts w:ascii="Corbel" w:hAnsi="Corbel"/>
          <w:i/>
          <w:smallCaps/>
          <w:color w:val="000000" w:themeColor="text1"/>
          <w:sz w:val="24"/>
          <w:szCs w:val="24"/>
        </w:rPr>
        <w:t>23</w:t>
      </w:r>
    </w:p>
    <w:p w14:paraId="6D7873D8" w14:textId="751ACD37" w:rsidR="00445970" w:rsidRPr="00CE1CCE" w:rsidRDefault="00445970" w:rsidP="00AC0D4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E1CCE">
        <w:rPr>
          <w:rFonts w:ascii="Corbel" w:hAnsi="Corbel"/>
          <w:sz w:val="20"/>
          <w:szCs w:val="20"/>
        </w:rPr>
        <w:t xml:space="preserve">Rok akademicki </w:t>
      </w:r>
      <w:r w:rsidR="00E0315E" w:rsidRPr="00CE1CCE">
        <w:rPr>
          <w:rFonts w:ascii="Corbel" w:hAnsi="Corbel"/>
          <w:sz w:val="20"/>
          <w:szCs w:val="20"/>
        </w:rPr>
        <w:t>202</w:t>
      </w:r>
      <w:r w:rsidR="00AE7116">
        <w:rPr>
          <w:rFonts w:ascii="Corbel" w:hAnsi="Corbel"/>
          <w:sz w:val="20"/>
          <w:szCs w:val="20"/>
        </w:rPr>
        <w:t>1</w:t>
      </w:r>
      <w:r w:rsidR="00E0315E" w:rsidRPr="00CE1CCE">
        <w:rPr>
          <w:rFonts w:ascii="Corbel" w:hAnsi="Corbel"/>
          <w:sz w:val="20"/>
          <w:szCs w:val="20"/>
        </w:rPr>
        <w:t>/202</w:t>
      </w:r>
      <w:r w:rsidR="00AE7116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410109CC" w14:textId="77777777" w:rsidR="0085747A" w:rsidRPr="00CE1C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E1B957" w14:textId="27F886D0" w:rsidR="0085747A" w:rsidRPr="00CE1CCE" w:rsidRDefault="0085747A" w:rsidP="00AC0D47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CE1CCE">
        <w:rPr>
          <w:rFonts w:ascii="Corbel" w:hAnsi="Corbel"/>
          <w:szCs w:val="24"/>
        </w:rPr>
        <w:t xml:space="preserve">Podstawowe </w:t>
      </w:r>
      <w:r w:rsidR="00445970" w:rsidRPr="00CE1CCE">
        <w:rPr>
          <w:rFonts w:ascii="Corbel" w:hAnsi="Corbel"/>
          <w:szCs w:val="24"/>
        </w:rPr>
        <w:t>informacje o przedmiocie</w:t>
      </w:r>
    </w:p>
    <w:p w14:paraId="74FCF965" w14:textId="77777777" w:rsidR="00AC0D47" w:rsidRPr="00CE1CCE" w:rsidRDefault="00AC0D47" w:rsidP="00AC0D47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0315E" w:rsidRPr="00CE1CCE" w14:paraId="357F9F22" w14:textId="77777777" w:rsidTr="00E0315E">
        <w:tc>
          <w:tcPr>
            <w:tcW w:w="2694" w:type="dxa"/>
            <w:vAlign w:val="center"/>
          </w:tcPr>
          <w:p w14:paraId="71901D76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C7366C" w14:textId="77777777" w:rsidR="00E0315E" w:rsidRPr="00CE1CCE" w:rsidRDefault="00E0315E" w:rsidP="00E0315E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E1CC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Ocena projektów publicznych </w:t>
            </w:r>
          </w:p>
        </w:tc>
      </w:tr>
      <w:tr w:rsidR="00E0315E" w:rsidRPr="00CE1CCE" w14:paraId="5742218D" w14:textId="77777777" w:rsidTr="00E0315E">
        <w:tc>
          <w:tcPr>
            <w:tcW w:w="2694" w:type="dxa"/>
            <w:vAlign w:val="center"/>
          </w:tcPr>
          <w:p w14:paraId="7C08A348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6CE961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CE1CC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E/II/EP/C-1.3c</w:t>
            </w:r>
          </w:p>
        </w:tc>
      </w:tr>
      <w:tr w:rsidR="0085747A" w:rsidRPr="00CE1CCE" w14:paraId="08E3F2D3" w14:textId="77777777" w:rsidTr="00E0315E">
        <w:tc>
          <w:tcPr>
            <w:tcW w:w="2694" w:type="dxa"/>
            <w:vAlign w:val="center"/>
          </w:tcPr>
          <w:p w14:paraId="1F0E0D0B" w14:textId="77777777" w:rsidR="0085747A" w:rsidRPr="00CE1CC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N</w:t>
            </w:r>
            <w:r w:rsidR="0085747A" w:rsidRPr="00CE1CC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E1CC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172B45" w14:textId="77777777" w:rsidR="0085747A" w:rsidRPr="00CE1CC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0315E" w:rsidRPr="00CE1CCE" w14:paraId="2875F383" w14:textId="77777777" w:rsidTr="00E0315E">
        <w:tc>
          <w:tcPr>
            <w:tcW w:w="2694" w:type="dxa"/>
            <w:vAlign w:val="center"/>
          </w:tcPr>
          <w:p w14:paraId="2BE74CC4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78B2F3" w14:textId="72E28015" w:rsidR="00E0315E" w:rsidRPr="00CE1CCE" w:rsidRDefault="00AC0D47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E0315E" w:rsidRPr="00CE1CCE" w14:paraId="5AB2E0C9" w14:textId="77777777" w:rsidTr="00E0315E">
        <w:tc>
          <w:tcPr>
            <w:tcW w:w="2694" w:type="dxa"/>
            <w:vAlign w:val="center"/>
          </w:tcPr>
          <w:p w14:paraId="500BBD42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68708E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0315E" w:rsidRPr="00CE1CCE" w14:paraId="2C3BB44C" w14:textId="77777777" w:rsidTr="00E0315E">
        <w:tc>
          <w:tcPr>
            <w:tcW w:w="2694" w:type="dxa"/>
            <w:vAlign w:val="center"/>
          </w:tcPr>
          <w:p w14:paraId="1B6659C3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08E400B" w14:textId="243A94E1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C0D47" w:rsidRPr="00CE1CC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0315E" w:rsidRPr="00CE1CCE" w14:paraId="0AB0EB8F" w14:textId="77777777" w:rsidTr="00E0315E">
        <w:tc>
          <w:tcPr>
            <w:tcW w:w="2694" w:type="dxa"/>
            <w:vAlign w:val="center"/>
          </w:tcPr>
          <w:p w14:paraId="09809A55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5AD76BD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E1CC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0315E" w:rsidRPr="00CE1CCE" w14:paraId="31390C5C" w14:textId="77777777" w:rsidTr="00E0315E">
        <w:tc>
          <w:tcPr>
            <w:tcW w:w="2694" w:type="dxa"/>
            <w:vAlign w:val="center"/>
          </w:tcPr>
          <w:p w14:paraId="40497795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7D7687" w14:textId="61A1B780" w:rsidR="00E0315E" w:rsidRPr="00CE1CCE" w:rsidRDefault="00F74006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0315E" w:rsidRPr="00CE1CC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0315E" w:rsidRPr="00CE1CCE" w14:paraId="73AB0F07" w14:textId="77777777" w:rsidTr="00E0315E">
        <w:tc>
          <w:tcPr>
            <w:tcW w:w="2694" w:type="dxa"/>
            <w:vAlign w:val="center"/>
          </w:tcPr>
          <w:p w14:paraId="749BEDCD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CFEBD26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E0315E" w:rsidRPr="00CE1CCE" w14:paraId="01FFE50A" w14:textId="77777777" w:rsidTr="00E0315E">
        <w:tc>
          <w:tcPr>
            <w:tcW w:w="2694" w:type="dxa"/>
            <w:vAlign w:val="center"/>
          </w:tcPr>
          <w:p w14:paraId="046C708A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260E50" w14:textId="7753A0A5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0315E" w:rsidRPr="00CE1CCE" w14:paraId="0D5985D4" w14:textId="77777777" w:rsidTr="00E0315E">
        <w:tc>
          <w:tcPr>
            <w:tcW w:w="2694" w:type="dxa"/>
            <w:vAlign w:val="center"/>
          </w:tcPr>
          <w:p w14:paraId="5102592B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23AABA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315E" w:rsidRPr="00CE1CCE" w14:paraId="6F5138D5" w14:textId="77777777" w:rsidTr="00E0315E">
        <w:tc>
          <w:tcPr>
            <w:tcW w:w="2694" w:type="dxa"/>
            <w:vAlign w:val="center"/>
          </w:tcPr>
          <w:p w14:paraId="3E6FCAD7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1C5761E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E0315E" w:rsidRPr="00CE1CCE" w14:paraId="4BAC7AB6" w14:textId="77777777" w:rsidTr="00E0315E">
        <w:tc>
          <w:tcPr>
            <w:tcW w:w="2694" w:type="dxa"/>
            <w:vAlign w:val="center"/>
          </w:tcPr>
          <w:p w14:paraId="19FE3EB7" w14:textId="77777777" w:rsidR="00E0315E" w:rsidRPr="00CE1CCE" w:rsidRDefault="00E0315E" w:rsidP="00E031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9B8A55B" w14:textId="77777777" w:rsidR="00E0315E" w:rsidRPr="00CE1CCE" w:rsidRDefault="00E0315E" w:rsidP="00E031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32EC6C1D" w14:textId="77777777" w:rsidR="0085747A" w:rsidRPr="00CE1CC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E1CCE">
        <w:rPr>
          <w:rFonts w:ascii="Corbel" w:hAnsi="Corbel"/>
          <w:sz w:val="24"/>
          <w:szCs w:val="24"/>
        </w:rPr>
        <w:t xml:space="preserve">* </w:t>
      </w:r>
      <w:r w:rsidRPr="00CE1CC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CE1CC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E1CCE">
        <w:rPr>
          <w:rFonts w:ascii="Corbel" w:hAnsi="Corbel"/>
          <w:b w:val="0"/>
          <w:sz w:val="24"/>
          <w:szCs w:val="24"/>
        </w:rPr>
        <w:t>e,</w:t>
      </w:r>
      <w:r w:rsidRPr="00CE1CC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CE1CC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CE1CCE">
        <w:rPr>
          <w:rFonts w:ascii="Corbel" w:hAnsi="Corbel"/>
          <w:b w:val="0"/>
          <w:i/>
          <w:sz w:val="24"/>
          <w:szCs w:val="24"/>
        </w:rPr>
        <w:t>w Jednostce</w:t>
      </w:r>
    </w:p>
    <w:p w14:paraId="16F2A3C5" w14:textId="77777777" w:rsidR="0085747A" w:rsidRPr="00CE1CC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E1CCE">
        <w:rPr>
          <w:rFonts w:ascii="Corbel" w:hAnsi="Corbel"/>
          <w:sz w:val="24"/>
          <w:szCs w:val="24"/>
        </w:rPr>
        <w:t>1.</w:t>
      </w:r>
      <w:r w:rsidR="00E22FBC" w:rsidRPr="00CE1CCE">
        <w:rPr>
          <w:rFonts w:ascii="Corbel" w:hAnsi="Corbel"/>
          <w:sz w:val="24"/>
          <w:szCs w:val="24"/>
        </w:rPr>
        <w:t>1</w:t>
      </w:r>
      <w:r w:rsidRPr="00CE1CC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5816D91" w14:textId="77777777" w:rsidR="00923D7D" w:rsidRPr="00CE1CC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E1CCE" w14:paraId="6C381A50" w14:textId="77777777" w:rsidTr="009217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4BF1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Semestr</w:t>
            </w:r>
          </w:p>
          <w:p w14:paraId="404EFE32" w14:textId="77777777" w:rsidR="00015B8F" w:rsidRPr="00CE1CC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(</w:t>
            </w:r>
            <w:r w:rsidR="00363F78" w:rsidRPr="00CE1CC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A8CFF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1CCE">
              <w:rPr>
                <w:rFonts w:ascii="Corbel" w:hAnsi="Corbel"/>
                <w:szCs w:val="24"/>
              </w:rPr>
              <w:t>Wykł</w:t>
            </w:r>
            <w:proofErr w:type="spellEnd"/>
            <w:r w:rsidRPr="00CE1C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FE6DB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83FB1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1CCE">
              <w:rPr>
                <w:rFonts w:ascii="Corbel" w:hAnsi="Corbel"/>
                <w:szCs w:val="24"/>
              </w:rPr>
              <w:t>Konw</w:t>
            </w:r>
            <w:proofErr w:type="spellEnd"/>
            <w:r w:rsidRPr="00CE1C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044DD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AAC6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1CCE">
              <w:rPr>
                <w:rFonts w:ascii="Corbel" w:hAnsi="Corbel"/>
                <w:szCs w:val="24"/>
              </w:rPr>
              <w:t>Sem</w:t>
            </w:r>
            <w:proofErr w:type="spellEnd"/>
            <w:r w:rsidRPr="00CE1C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A5BA0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DFF8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1CCE">
              <w:rPr>
                <w:rFonts w:ascii="Corbel" w:hAnsi="Corbel"/>
                <w:szCs w:val="24"/>
              </w:rPr>
              <w:t>Prakt</w:t>
            </w:r>
            <w:proofErr w:type="spellEnd"/>
            <w:r w:rsidRPr="00CE1C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1F493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0902E" w14:textId="77777777" w:rsidR="00015B8F" w:rsidRPr="00CE1C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E1CCE">
              <w:rPr>
                <w:rFonts w:ascii="Corbel" w:hAnsi="Corbel"/>
                <w:b/>
                <w:szCs w:val="24"/>
              </w:rPr>
              <w:t>Liczba pkt</w:t>
            </w:r>
            <w:r w:rsidR="00B90885" w:rsidRPr="00CE1CCE">
              <w:rPr>
                <w:rFonts w:ascii="Corbel" w:hAnsi="Corbel"/>
                <w:b/>
                <w:szCs w:val="24"/>
              </w:rPr>
              <w:t>.</w:t>
            </w:r>
            <w:r w:rsidRPr="00CE1CC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E1CCE" w14:paraId="45A7D9DD" w14:textId="77777777" w:rsidTr="009217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65497" w14:textId="77777777" w:rsidR="00015B8F" w:rsidRPr="00CE1CCE" w:rsidRDefault="00B0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037D" w14:textId="72A0121F" w:rsidR="00015B8F" w:rsidRPr="00CE1CCE" w:rsidRDefault="00F740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BC0F" w14:textId="554F5DBA" w:rsidR="00015B8F" w:rsidRPr="00CE1CCE" w:rsidRDefault="00F740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D69C8" w14:textId="77777777" w:rsidR="00015B8F" w:rsidRPr="00CE1C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11CB" w14:textId="77777777" w:rsidR="00015B8F" w:rsidRPr="00CE1C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876B" w14:textId="77777777" w:rsidR="00015B8F" w:rsidRPr="00CE1C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D236" w14:textId="77777777" w:rsidR="00015B8F" w:rsidRPr="00CE1C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4040" w14:textId="77777777" w:rsidR="00015B8F" w:rsidRPr="00CE1C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C0E7" w14:textId="77777777" w:rsidR="00015B8F" w:rsidRPr="00CE1C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15BC" w14:textId="77777777" w:rsidR="00015B8F" w:rsidRPr="00CE1CCE" w:rsidRDefault="00B0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35DC3D5" w14:textId="77777777" w:rsidR="00923D7D" w:rsidRPr="00CE1CC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AFF08E" w14:textId="77777777" w:rsidR="0085747A" w:rsidRPr="00CE1CC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>1.</w:t>
      </w:r>
      <w:r w:rsidR="00E22FBC" w:rsidRPr="00CE1CCE">
        <w:rPr>
          <w:rFonts w:ascii="Corbel" w:hAnsi="Corbel"/>
          <w:smallCaps w:val="0"/>
          <w:szCs w:val="24"/>
        </w:rPr>
        <w:t>2</w:t>
      </w:r>
      <w:r w:rsidR="00F83B28" w:rsidRPr="00CE1CCE">
        <w:rPr>
          <w:rFonts w:ascii="Corbel" w:hAnsi="Corbel"/>
          <w:smallCaps w:val="0"/>
          <w:szCs w:val="24"/>
        </w:rPr>
        <w:t>.</w:t>
      </w:r>
      <w:r w:rsidR="00F83B28" w:rsidRPr="00CE1CCE">
        <w:rPr>
          <w:rFonts w:ascii="Corbel" w:hAnsi="Corbel"/>
          <w:smallCaps w:val="0"/>
          <w:szCs w:val="24"/>
        </w:rPr>
        <w:tab/>
      </w:r>
      <w:r w:rsidRPr="00CE1CCE">
        <w:rPr>
          <w:rFonts w:ascii="Corbel" w:hAnsi="Corbel"/>
          <w:smallCaps w:val="0"/>
          <w:szCs w:val="24"/>
        </w:rPr>
        <w:t xml:space="preserve">Sposób realizacji zajęć  </w:t>
      </w:r>
    </w:p>
    <w:p w14:paraId="004368F2" w14:textId="77777777" w:rsidR="00AC0D47" w:rsidRPr="00CE1CCE" w:rsidRDefault="00AC0D47" w:rsidP="00AC0D4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r w:rsidRPr="00CE1CCE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E1CCE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E1CCE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CE1CCE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80DF33B" w14:textId="33EEE287" w:rsidR="0085747A" w:rsidRPr="00CE1CCE" w:rsidRDefault="00AC0D47" w:rsidP="00AC0D4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E1CCE">
        <w:rPr>
          <w:rFonts w:ascii="MS Gothic" w:eastAsia="MS Gothic" w:hAnsi="MS Gothic" w:cs="MS Gothic" w:hint="eastAsia"/>
          <w:b w:val="0"/>
          <w:szCs w:val="24"/>
        </w:rPr>
        <w:t>☐</w:t>
      </w:r>
      <w:r w:rsidRPr="00CE1CC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p w14:paraId="6E751135" w14:textId="77777777" w:rsidR="00AC0D47" w:rsidRPr="00CE1CCE" w:rsidRDefault="00AC0D47" w:rsidP="00AC0D47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</w:p>
    <w:p w14:paraId="7A38FD5D" w14:textId="77777777" w:rsidR="00E22FBC" w:rsidRPr="00CE1CC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 xml:space="preserve">1.3 </w:t>
      </w:r>
      <w:r w:rsidR="00F83B28" w:rsidRPr="00CE1CCE">
        <w:rPr>
          <w:rFonts w:ascii="Corbel" w:hAnsi="Corbel"/>
          <w:smallCaps w:val="0"/>
          <w:szCs w:val="24"/>
        </w:rPr>
        <w:tab/>
      </w:r>
      <w:r w:rsidRPr="00CE1CCE">
        <w:rPr>
          <w:rFonts w:ascii="Corbel" w:hAnsi="Corbel"/>
          <w:smallCaps w:val="0"/>
          <w:szCs w:val="24"/>
        </w:rPr>
        <w:t>For</w:t>
      </w:r>
      <w:r w:rsidR="00445970" w:rsidRPr="00CE1CCE">
        <w:rPr>
          <w:rFonts w:ascii="Corbel" w:hAnsi="Corbel"/>
          <w:smallCaps w:val="0"/>
          <w:szCs w:val="24"/>
        </w:rPr>
        <w:t xml:space="preserve">ma zaliczenia przedmiotu </w:t>
      </w:r>
      <w:r w:rsidRPr="00CE1CCE">
        <w:rPr>
          <w:rFonts w:ascii="Corbel" w:hAnsi="Corbel"/>
          <w:smallCaps w:val="0"/>
          <w:szCs w:val="24"/>
        </w:rPr>
        <w:t xml:space="preserve"> (z toku) </w:t>
      </w:r>
      <w:r w:rsidRPr="00CE1CC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3DD293" w14:textId="77777777" w:rsidR="00B01812" w:rsidRPr="00CE1CCE" w:rsidRDefault="00B01812" w:rsidP="00AC0D4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E1CCE">
        <w:rPr>
          <w:rFonts w:ascii="Corbel" w:hAnsi="Corbel"/>
          <w:b w:val="0"/>
          <w:smallCaps w:val="0"/>
          <w:szCs w:val="24"/>
        </w:rPr>
        <w:t>Egzamin</w:t>
      </w:r>
    </w:p>
    <w:p w14:paraId="2FC41297" w14:textId="77777777" w:rsidR="00E960BB" w:rsidRPr="00CE1CC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A05BF" w14:textId="77777777" w:rsidR="00E960BB" w:rsidRPr="00CE1C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1CC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1CCE" w14:paraId="5EECC5FD" w14:textId="77777777" w:rsidTr="00745302">
        <w:tc>
          <w:tcPr>
            <w:tcW w:w="9670" w:type="dxa"/>
          </w:tcPr>
          <w:p w14:paraId="55D1711A" w14:textId="1C2218FD" w:rsidR="0085747A" w:rsidRPr="00CE1CCE" w:rsidRDefault="00B01812" w:rsidP="00AC0D4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makroekonomii, procesów integracji europejskiej, analizy ekonomicznej, metodyki opracowania projektów unijnych.</w:t>
            </w:r>
          </w:p>
        </w:tc>
      </w:tr>
    </w:tbl>
    <w:p w14:paraId="3C74690E" w14:textId="77777777" w:rsidR="00153C41" w:rsidRPr="00CE1CC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EF1860" w14:textId="632569C4" w:rsidR="0085747A" w:rsidRPr="00CE1CC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1CCE">
        <w:rPr>
          <w:rFonts w:ascii="Corbel" w:hAnsi="Corbel"/>
          <w:szCs w:val="24"/>
        </w:rPr>
        <w:t>3.</w:t>
      </w:r>
      <w:r w:rsidR="00A84C85" w:rsidRPr="00CE1CCE">
        <w:rPr>
          <w:rFonts w:ascii="Corbel" w:hAnsi="Corbel"/>
          <w:szCs w:val="24"/>
        </w:rPr>
        <w:t>cele, efekty uczenia się</w:t>
      </w:r>
      <w:r w:rsidR="0085747A" w:rsidRPr="00CE1CCE">
        <w:rPr>
          <w:rFonts w:ascii="Corbel" w:hAnsi="Corbel"/>
          <w:szCs w:val="24"/>
        </w:rPr>
        <w:t>, treści Programowe i stosowane metody Dydaktyczne</w:t>
      </w:r>
    </w:p>
    <w:p w14:paraId="6786EFFE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B1CA4D" w14:textId="77777777" w:rsidR="0085747A" w:rsidRPr="00CE1CC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E1CCE">
        <w:rPr>
          <w:rFonts w:ascii="Corbel" w:hAnsi="Corbel"/>
          <w:sz w:val="24"/>
          <w:szCs w:val="24"/>
        </w:rPr>
        <w:t xml:space="preserve">3.1 </w:t>
      </w:r>
      <w:r w:rsidR="00C05F44" w:rsidRPr="00CE1CCE">
        <w:rPr>
          <w:rFonts w:ascii="Corbel" w:hAnsi="Corbel"/>
          <w:sz w:val="24"/>
          <w:szCs w:val="24"/>
        </w:rPr>
        <w:t>Cele przedmiotu</w:t>
      </w:r>
    </w:p>
    <w:p w14:paraId="45AABC72" w14:textId="77777777" w:rsidR="00F83B28" w:rsidRPr="00CE1CC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372572" w:rsidRPr="00CE1CCE" w14:paraId="4B3A6F51" w14:textId="77777777" w:rsidTr="00372572">
        <w:tc>
          <w:tcPr>
            <w:tcW w:w="841" w:type="dxa"/>
            <w:vAlign w:val="center"/>
          </w:tcPr>
          <w:p w14:paraId="420C3E66" w14:textId="77777777" w:rsidR="00372572" w:rsidRPr="00CE1CCE" w:rsidRDefault="00372572" w:rsidP="003725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6AC2B8DA" w14:textId="77777777" w:rsidR="00372572" w:rsidRPr="00CE1CCE" w:rsidRDefault="00372572" w:rsidP="0037257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CCE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problematyką diagnozowania projektów publicznych.</w:t>
            </w:r>
          </w:p>
        </w:tc>
      </w:tr>
      <w:tr w:rsidR="00372572" w:rsidRPr="00CE1CCE" w14:paraId="26278641" w14:textId="77777777" w:rsidTr="00372572">
        <w:tc>
          <w:tcPr>
            <w:tcW w:w="841" w:type="dxa"/>
            <w:vAlign w:val="center"/>
          </w:tcPr>
          <w:p w14:paraId="1BCD5463" w14:textId="77777777" w:rsidR="00372572" w:rsidRPr="00CE1CCE" w:rsidRDefault="00372572" w:rsidP="0037257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2F2B2B43" w14:textId="77777777" w:rsidR="00372572" w:rsidRPr="00CE1CCE" w:rsidRDefault="00372572" w:rsidP="0037257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CCE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Identyfikacja sposobów oceny projektów.</w:t>
            </w:r>
          </w:p>
        </w:tc>
      </w:tr>
      <w:tr w:rsidR="00372572" w:rsidRPr="00CE1CCE" w14:paraId="419193D0" w14:textId="77777777" w:rsidTr="00372572">
        <w:tc>
          <w:tcPr>
            <w:tcW w:w="841" w:type="dxa"/>
            <w:vAlign w:val="center"/>
          </w:tcPr>
          <w:p w14:paraId="55562814" w14:textId="77777777" w:rsidR="00372572" w:rsidRPr="00CE1CCE" w:rsidRDefault="00372572" w:rsidP="003725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1CC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654C7782" w14:textId="77777777" w:rsidR="00372572" w:rsidRPr="00CE1CCE" w:rsidRDefault="00372572" w:rsidP="0037257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CCE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Ocena wniosku projektowego.</w:t>
            </w:r>
          </w:p>
        </w:tc>
      </w:tr>
    </w:tbl>
    <w:p w14:paraId="08E06763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EAE5C2" w14:textId="77777777" w:rsidR="001D7B54" w:rsidRPr="00CE1CC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E1CCE">
        <w:rPr>
          <w:rFonts w:ascii="Corbel" w:hAnsi="Corbel"/>
          <w:b/>
          <w:sz w:val="24"/>
          <w:szCs w:val="24"/>
        </w:rPr>
        <w:t xml:space="preserve">3.2 </w:t>
      </w:r>
      <w:r w:rsidR="001D7B54" w:rsidRPr="00CE1CCE">
        <w:rPr>
          <w:rFonts w:ascii="Corbel" w:hAnsi="Corbel"/>
          <w:b/>
          <w:sz w:val="24"/>
          <w:szCs w:val="24"/>
        </w:rPr>
        <w:t xml:space="preserve">Efekty </w:t>
      </w:r>
      <w:r w:rsidR="00C05F44" w:rsidRPr="00CE1CC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E1CCE">
        <w:rPr>
          <w:rFonts w:ascii="Corbel" w:hAnsi="Corbel"/>
          <w:b/>
          <w:sz w:val="24"/>
          <w:szCs w:val="24"/>
        </w:rPr>
        <w:t>dla przedmiotu</w:t>
      </w:r>
    </w:p>
    <w:p w14:paraId="057CFE13" w14:textId="77777777" w:rsidR="001D7B54" w:rsidRPr="00CE1CC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E1CCE" w14:paraId="10E603F5" w14:textId="77777777" w:rsidTr="00372572">
        <w:tc>
          <w:tcPr>
            <w:tcW w:w="1681" w:type="dxa"/>
            <w:vAlign w:val="center"/>
          </w:tcPr>
          <w:p w14:paraId="272BD407" w14:textId="77777777" w:rsidR="0085747A" w:rsidRPr="00CE1CC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E1CC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E1CC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771E210" w14:textId="77777777" w:rsidR="0085747A" w:rsidRPr="00CE1CC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6FA71A1" w14:textId="77777777" w:rsidR="0085747A" w:rsidRPr="00CE1CC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E1CC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72572" w:rsidRPr="00CE1CCE" w14:paraId="04D0AAFC" w14:textId="77777777" w:rsidTr="00372572">
        <w:tc>
          <w:tcPr>
            <w:tcW w:w="1681" w:type="dxa"/>
          </w:tcPr>
          <w:p w14:paraId="63329901" w14:textId="77777777" w:rsidR="00372572" w:rsidRPr="00CE1CCE" w:rsidRDefault="00372572" w:rsidP="00372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2724B4C0" w14:textId="77777777" w:rsidR="00372572" w:rsidRPr="00CE1CCE" w:rsidRDefault="00372572" w:rsidP="00340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Rozpoznaje zaawansowane metody i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narzędzia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opisu, w tym techniki pozyskiwania danych ekonomicznych wykorzystywanych w ocenie projektu publicznego. </w:t>
            </w:r>
          </w:p>
        </w:tc>
        <w:tc>
          <w:tcPr>
            <w:tcW w:w="1865" w:type="dxa"/>
          </w:tcPr>
          <w:p w14:paraId="4636E71E" w14:textId="60CB94C4" w:rsidR="00372572" w:rsidRPr="00CE1CCE" w:rsidRDefault="00372572" w:rsidP="00F74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K_W0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>4</w:t>
            </w:r>
          </w:p>
          <w:p w14:paraId="434D3AAC" w14:textId="77777777" w:rsidR="00372572" w:rsidRPr="00CE1CCE" w:rsidRDefault="00372572" w:rsidP="00F7400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72572" w:rsidRPr="00CE1CCE" w14:paraId="25CA6304" w14:textId="77777777" w:rsidTr="00372572">
        <w:tc>
          <w:tcPr>
            <w:tcW w:w="1681" w:type="dxa"/>
          </w:tcPr>
          <w:p w14:paraId="543C387F" w14:textId="77777777" w:rsidR="00372572" w:rsidRPr="00CE1CCE" w:rsidRDefault="00372572" w:rsidP="00372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5504DC2" w14:textId="77777777" w:rsidR="00372572" w:rsidRPr="00CE1CCE" w:rsidRDefault="00372572" w:rsidP="00340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Prezentuje procesy zmian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zachodzących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w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związku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z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wdrożeniem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projektu oraz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określa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ich przyczyny i skutki. </w:t>
            </w:r>
          </w:p>
        </w:tc>
        <w:tc>
          <w:tcPr>
            <w:tcW w:w="1865" w:type="dxa"/>
          </w:tcPr>
          <w:p w14:paraId="14C3DB5A" w14:textId="7D170821" w:rsidR="00372572" w:rsidRPr="00CE1CCE" w:rsidRDefault="00372572" w:rsidP="00F74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K_W1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>0</w:t>
            </w:r>
          </w:p>
          <w:p w14:paraId="38C2D74C" w14:textId="77777777" w:rsidR="00372572" w:rsidRPr="00CE1CCE" w:rsidRDefault="00372572" w:rsidP="00F7400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72572" w:rsidRPr="00CE1CCE" w14:paraId="24212548" w14:textId="77777777" w:rsidTr="00372572">
        <w:tc>
          <w:tcPr>
            <w:tcW w:w="1681" w:type="dxa"/>
          </w:tcPr>
          <w:p w14:paraId="60455336" w14:textId="77777777" w:rsidR="00372572" w:rsidRPr="00CE1CCE" w:rsidRDefault="00372572" w:rsidP="00372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E9638C0" w14:textId="77777777" w:rsidR="00372572" w:rsidRPr="00CE1CCE" w:rsidRDefault="00372572" w:rsidP="00340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Gromadzi i analizuje dane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dotyczące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procesów rozwoju organizacji publicznych.</w:t>
            </w:r>
          </w:p>
        </w:tc>
        <w:tc>
          <w:tcPr>
            <w:tcW w:w="1865" w:type="dxa"/>
          </w:tcPr>
          <w:p w14:paraId="440BFA70" w14:textId="77777777" w:rsidR="00372572" w:rsidRPr="00CE1CCE" w:rsidRDefault="00372572" w:rsidP="00F74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K_U0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>5</w:t>
            </w:r>
          </w:p>
          <w:p w14:paraId="1A93689E" w14:textId="77777777" w:rsidR="00372572" w:rsidRPr="00CE1CCE" w:rsidRDefault="00372572" w:rsidP="00F74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72572" w:rsidRPr="00CE1CCE" w14:paraId="44B06BDC" w14:textId="77777777" w:rsidTr="00372572">
        <w:tc>
          <w:tcPr>
            <w:tcW w:w="1681" w:type="dxa"/>
          </w:tcPr>
          <w:p w14:paraId="269FF142" w14:textId="77777777" w:rsidR="00372572" w:rsidRPr="00CE1CCE" w:rsidRDefault="00372572" w:rsidP="00372572">
            <w:pPr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60F729FF" w14:textId="77777777" w:rsidR="00372572" w:rsidRPr="00CE1CCE" w:rsidRDefault="00372572" w:rsidP="00340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Wykorzystuje zaawansowane metody i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narzędzia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projektowania.</w:t>
            </w:r>
          </w:p>
        </w:tc>
        <w:tc>
          <w:tcPr>
            <w:tcW w:w="1865" w:type="dxa"/>
          </w:tcPr>
          <w:p w14:paraId="0512FE3F" w14:textId="779FCD86" w:rsidR="00372572" w:rsidRPr="00CE1CCE" w:rsidRDefault="00372572" w:rsidP="00F74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372572" w:rsidRPr="00CE1CCE" w14:paraId="3368FE6B" w14:textId="77777777" w:rsidTr="00372572">
        <w:tc>
          <w:tcPr>
            <w:tcW w:w="1681" w:type="dxa"/>
          </w:tcPr>
          <w:p w14:paraId="3F26C0DF" w14:textId="77777777" w:rsidR="00372572" w:rsidRPr="00CE1CCE" w:rsidRDefault="00372572" w:rsidP="00372572">
            <w:pPr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4CC1FEB5" w14:textId="77777777" w:rsidR="00372572" w:rsidRPr="00CE1CCE" w:rsidRDefault="00372572" w:rsidP="00340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Pracuje w grupie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przyjmując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w niej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różne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role oraz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odpowiedzialnośc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>́ za realizowane zadania w przygotowaniu projektu.</w:t>
            </w:r>
          </w:p>
        </w:tc>
        <w:tc>
          <w:tcPr>
            <w:tcW w:w="1865" w:type="dxa"/>
          </w:tcPr>
          <w:p w14:paraId="49553B79" w14:textId="77777777" w:rsidR="00372572" w:rsidRPr="00CE1CCE" w:rsidRDefault="00372572" w:rsidP="00F7400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5D76300" w14:textId="77777777" w:rsidR="00005B37" w:rsidRPr="00CE1CCE" w:rsidRDefault="00372572" w:rsidP="00F74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K_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>U11</w:t>
            </w:r>
          </w:p>
          <w:p w14:paraId="12FDF33C" w14:textId="489C917A" w:rsidR="00372572" w:rsidRPr="00CE1CCE" w:rsidRDefault="00005B37" w:rsidP="00F74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</w:tbl>
    <w:p w14:paraId="2BCFB3C0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2F88D7" w14:textId="77777777" w:rsidR="0085747A" w:rsidRPr="00CE1CC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E1CCE">
        <w:rPr>
          <w:rFonts w:ascii="Corbel" w:hAnsi="Corbel"/>
          <w:b/>
          <w:sz w:val="24"/>
          <w:szCs w:val="24"/>
        </w:rPr>
        <w:t>3.3</w:t>
      </w:r>
      <w:r w:rsidR="0085747A" w:rsidRPr="00CE1CCE">
        <w:rPr>
          <w:rFonts w:ascii="Corbel" w:hAnsi="Corbel"/>
          <w:b/>
          <w:sz w:val="24"/>
          <w:szCs w:val="24"/>
        </w:rPr>
        <w:t>T</w:t>
      </w:r>
      <w:r w:rsidR="001D7B54" w:rsidRPr="00CE1CCE">
        <w:rPr>
          <w:rFonts w:ascii="Corbel" w:hAnsi="Corbel"/>
          <w:b/>
          <w:sz w:val="24"/>
          <w:szCs w:val="24"/>
        </w:rPr>
        <w:t xml:space="preserve">reści programowe </w:t>
      </w:r>
    </w:p>
    <w:p w14:paraId="6CA193DE" w14:textId="77777777" w:rsidR="0085747A" w:rsidRPr="00CE1CC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E1CCE">
        <w:rPr>
          <w:rFonts w:ascii="Corbel" w:hAnsi="Corbel"/>
          <w:sz w:val="24"/>
          <w:szCs w:val="24"/>
        </w:rPr>
        <w:t xml:space="preserve">Problematyka wykładu </w:t>
      </w:r>
    </w:p>
    <w:p w14:paraId="0DB29DD8" w14:textId="77777777" w:rsidR="00675843" w:rsidRPr="00CE1CC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1CCE" w14:paraId="6C34137B" w14:textId="77777777" w:rsidTr="00372572">
        <w:tc>
          <w:tcPr>
            <w:tcW w:w="9520" w:type="dxa"/>
          </w:tcPr>
          <w:p w14:paraId="185E140E" w14:textId="77777777" w:rsidR="0085747A" w:rsidRPr="00CE1CC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72572" w:rsidRPr="00CE1CCE" w14:paraId="3319FFC0" w14:textId="77777777" w:rsidTr="00372572">
        <w:tc>
          <w:tcPr>
            <w:tcW w:w="9520" w:type="dxa"/>
          </w:tcPr>
          <w:p w14:paraId="24DC50F1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Projekty publiczne – charakterystyka. </w:t>
            </w:r>
          </w:p>
        </w:tc>
      </w:tr>
      <w:tr w:rsidR="00372572" w:rsidRPr="00CE1CCE" w14:paraId="3446FD8B" w14:textId="77777777" w:rsidTr="00372572">
        <w:tc>
          <w:tcPr>
            <w:tcW w:w="9520" w:type="dxa"/>
          </w:tcPr>
          <w:p w14:paraId="07752632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Wpływ czynników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zewnętrznych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wewnętrznych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na projekt. </w:t>
            </w:r>
          </w:p>
        </w:tc>
      </w:tr>
      <w:tr w:rsidR="00372572" w:rsidRPr="00CE1CCE" w14:paraId="2BF7C3B4" w14:textId="77777777" w:rsidTr="00372572">
        <w:tc>
          <w:tcPr>
            <w:tcW w:w="9520" w:type="dxa"/>
          </w:tcPr>
          <w:p w14:paraId="22798BE0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Interesariusze projektu. </w:t>
            </w:r>
          </w:p>
        </w:tc>
      </w:tr>
      <w:tr w:rsidR="00372572" w:rsidRPr="00CE1CCE" w14:paraId="4C0E7142" w14:textId="77777777" w:rsidTr="00372572">
        <w:tc>
          <w:tcPr>
            <w:tcW w:w="9520" w:type="dxa"/>
          </w:tcPr>
          <w:p w14:paraId="5B1B9420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Uzasadnienie i konstrukcja celu projektu.</w:t>
            </w:r>
            <w:r w:rsidRPr="00CE1CCE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72572" w:rsidRPr="00CE1CCE" w14:paraId="00663AF1" w14:textId="77777777" w:rsidTr="00372572">
        <w:tc>
          <w:tcPr>
            <w:tcW w:w="9520" w:type="dxa"/>
          </w:tcPr>
          <w:p w14:paraId="611BBE73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Źródła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finansowania projektu publicznego.</w:t>
            </w:r>
            <w:r w:rsidRPr="00CE1CCE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72572" w:rsidRPr="00CE1CCE" w14:paraId="483EC83A" w14:textId="77777777" w:rsidTr="00372572">
        <w:tc>
          <w:tcPr>
            <w:tcW w:w="9520" w:type="dxa"/>
          </w:tcPr>
          <w:p w14:paraId="6CEFD802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Ocena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skuteczności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trwałości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realizacji projektu publicznego.</w:t>
            </w:r>
            <w:r w:rsidRPr="00CE1CCE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72572" w:rsidRPr="00CE1CCE" w14:paraId="7057DBF8" w14:textId="77777777" w:rsidTr="00372572">
        <w:tc>
          <w:tcPr>
            <w:tcW w:w="9520" w:type="dxa"/>
          </w:tcPr>
          <w:p w14:paraId="2B9438E8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Promocja projektu.</w:t>
            </w:r>
            <w:r w:rsidRPr="00CE1CCE">
              <w:rPr>
                <w:rFonts w:ascii="MS Gothic" w:eastAsia="MS Gothic" w:hAnsi="MS Gothic" w:cs="MS Gothic" w:hint="eastAsia"/>
                <w:sz w:val="24"/>
                <w:szCs w:val="24"/>
              </w:rPr>
              <w:t> 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72572" w:rsidRPr="00CE1CCE" w14:paraId="61BC5272" w14:textId="77777777" w:rsidTr="00372572">
        <w:tc>
          <w:tcPr>
            <w:tcW w:w="9520" w:type="dxa"/>
          </w:tcPr>
          <w:p w14:paraId="759EA211" w14:textId="77777777" w:rsidR="00372572" w:rsidRPr="00CE1CCE" w:rsidRDefault="00372572" w:rsidP="00372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Matryca logiczna projektu publicznego.</w:t>
            </w:r>
          </w:p>
        </w:tc>
      </w:tr>
    </w:tbl>
    <w:p w14:paraId="10B3CB64" w14:textId="77777777" w:rsidR="0085747A" w:rsidRPr="00CE1C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8E64FD" w14:textId="77777777" w:rsidR="0085747A" w:rsidRPr="00CE1CC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E1CC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E1CCE">
        <w:rPr>
          <w:rFonts w:ascii="Corbel" w:hAnsi="Corbel"/>
          <w:sz w:val="24"/>
          <w:szCs w:val="24"/>
        </w:rPr>
        <w:t xml:space="preserve">, </w:t>
      </w:r>
      <w:r w:rsidRPr="00CE1CCE">
        <w:rPr>
          <w:rFonts w:ascii="Corbel" w:hAnsi="Corbel"/>
          <w:sz w:val="24"/>
          <w:szCs w:val="24"/>
        </w:rPr>
        <w:t xml:space="preserve">zajęć praktycznych </w:t>
      </w:r>
    </w:p>
    <w:p w14:paraId="5DC51773" w14:textId="77777777" w:rsidR="0085747A" w:rsidRPr="00CE1CC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1CCE" w14:paraId="37434B10" w14:textId="77777777" w:rsidTr="00372572">
        <w:tc>
          <w:tcPr>
            <w:tcW w:w="9520" w:type="dxa"/>
          </w:tcPr>
          <w:p w14:paraId="6D2172F0" w14:textId="77777777" w:rsidR="0085747A" w:rsidRPr="00CE1CC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72572" w:rsidRPr="00CE1CCE" w14:paraId="384A74D8" w14:textId="77777777" w:rsidTr="00372572">
        <w:tc>
          <w:tcPr>
            <w:tcW w:w="9520" w:type="dxa"/>
            <w:vAlign w:val="center"/>
          </w:tcPr>
          <w:p w14:paraId="2BA3719E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Metodyka opracowania projektu publicznego</w:t>
            </w:r>
          </w:p>
        </w:tc>
      </w:tr>
      <w:tr w:rsidR="00372572" w:rsidRPr="00CE1CCE" w14:paraId="6517A994" w14:textId="77777777" w:rsidTr="00372572">
        <w:tc>
          <w:tcPr>
            <w:tcW w:w="9520" w:type="dxa"/>
            <w:vAlign w:val="center"/>
          </w:tcPr>
          <w:p w14:paraId="1B715006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Ocena instytucjonalnych, technicznych i finansowych warunków realizacji projektu   </w:t>
            </w:r>
          </w:p>
        </w:tc>
      </w:tr>
      <w:tr w:rsidR="00372572" w:rsidRPr="00CE1CCE" w14:paraId="1BBB5FE4" w14:textId="77777777" w:rsidTr="00372572">
        <w:tc>
          <w:tcPr>
            <w:tcW w:w="9520" w:type="dxa"/>
            <w:vAlign w:val="center"/>
          </w:tcPr>
          <w:p w14:paraId="57D183D5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Ograniczenia realizacji projektu publicznego</w:t>
            </w:r>
          </w:p>
        </w:tc>
      </w:tr>
      <w:tr w:rsidR="00372572" w:rsidRPr="00CE1CCE" w14:paraId="7047917C" w14:textId="77777777" w:rsidTr="00372572">
        <w:tc>
          <w:tcPr>
            <w:tcW w:w="9520" w:type="dxa"/>
            <w:vAlign w:val="center"/>
          </w:tcPr>
          <w:p w14:paraId="7E5A7BAD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Struktura zatrudnienia w projekcie, zasady tworzenia zespołu zadaniowego</w:t>
            </w:r>
          </w:p>
        </w:tc>
      </w:tr>
      <w:tr w:rsidR="00372572" w:rsidRPr="00CE1CCE" w14:paraId="4E341950" w14:textId="77777777" w:rsidTr="00372572">
        <w:tc>
          <w:tcPr>
            <w:tcW w:w="9520" w:type="dxa"/>
            <w:vAlign w:val="center"/>
          </w:tcPr>
          <w:p w14:paraId="04A522C9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lastRenderedPageBreak/>
              <w:t>Analiza interesariuszy</w:t>
            </w:r>
          </w:p>
        </w:tc>
      </w:tr>
      <w:tr w:rsidR="00372572" w:rsidRPr="00CE1CCE" w14:paraId="28FC5B95" w14:textId="77777777" w:rsidTr="00372572">
        <w:tc>
          <w:tcPr>
            <w:tcW w:w="9520" w:type="dxa"/>
            <w:vAlign w:val="center"/>
          </w:tcPr>
          <w:p w14:paraId="3FBBF6EB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Harmonogram realizacji projektu oraz podział zadań</w:t>
            </w:r>
          </w:p>
        </w:tc>
      </w:tr>
      <w:tr w:rsidR="00372572" w:rsidRPr="00CE1CCE" w14:paraId="0D5C5CEC" w14:textId="77777777" w:rsidTr="00372572">
        <w:tc>
          <w:tcPr>
            <w:tcW w:w="9520" w:type="dxa"/>
            <w:vAlign w:val="center"/>
          </w:tcPr>
          <w:p w14:paraId="74521E2B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Budżet projektu-struktura i kosztorys kosztów</w:t>
            </w:r>
          </w:p>
        </w:tc>
      </w:tr>
      <w:tr w:rsidR="00372572" w:rsidRPr="00CE1CCE" w14:paraId="705048FA" w14:textId="77777777" w:rsidTr="00372572">
        <w:tc>
          <w:tcPr>
            <w:tcW w:w="9520" w:type="dxa"/>
            <w:vAlign w:val="center"/>
          </w:tcPr>
          <w:p w14:paraId="2B65829B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Monitoring i ewaluacja projektu</w:t>
            </w:r>
          </w:p>
        </w:tc>
      </w:tr>
      <w:tr w:rsidR="00372572" w:rsidRPr="00CE1CCE" w14:paraId="21F36C55" w14:textId="77777777" w:rsidTr="00372572">
        <w:tc>
          <w:tcPr>
            <w:tcW w:w="9520" w:type="dxa"/>
            <w:vAlign w:val="center"/>
          </w:tcPr>
          <w:p w14:paraId="530C8266" w14:textId="77777777" w:rsidR="00372572" w:rsidRPr="00CE1CCE" w:rsidRDefault="00372572" w:rsidP="0037257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Ocena efektywności projektu publicznego - kryteria efektywności – metody analizy wskaźnikowej</w:t>
            </w:r>
          </w:p>
        </w:tc>
      </w:tr>
    </w:tbl>
    <w:p w14:paraId="128FB43A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01C327" w14:textId="77777777" w:rsidR="0085747A" w:rsidRPr="00CE1CC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>3.4 Metody dydaktyczne</w:t>
      </w:r>
    </w:p>
    <w:p w14:paraId="14A87DD8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752CD" w14:textId="0D9A6B47" w:rsidR="0085747A" w:rsidRPr="00CE1CCE" w:rsidRDefault="00AC0D4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1CCE">
        <w:rPr>
          <w:rFonts w:ascii="Corbel" w:hAnsi="Corbel"/>
          <w:b w:val="0"/>
          <w:smallCaps w:val="0"/>
          <w:szCs w:val="24"/>
        </w:rPr>
        <w:t xml:space="preserve">Wykłady z prezentacją </w:t>
      </w:r>
      <w:proofErr w:type="spellStart"/>
      <w:r w:rsidRPr="00CE1CCE">
        <w:rPr>
          <w:rFonts w:ascii="Corbel" w:hAnsi="Corbel"/>
          <w:b w:val="0"/>
          <w:smallCaps w:val="0"/>
          <w:szCs w:val="24"/>
        </w:rPr>
        <w:t>mulitimedialną</w:t>
      </w:r>
      <w:proofErr w:type="spellEnd"/>
      <w:r w:rsidRPr="00CE1CCE">
        <w:rPr>
          <w:rFonts w:ascii="Corbel" w:hAnsi="Corbel"/>
          <w:b w:val="0"/>
          <w:smallCaps w:val="0"/>
          <w:szCs w:val="24"/>
        </w:rPr>
        <w:t>, dyskusja moderowana, studium przypadku.</w:t>
      </w:r>
    </w:p>
    <w:p w14:paraId="4290496E" w14:textId="3B357A1D" w:rsidR="00E960BB" w:rsidRPr="00CE1CCE" w:rsidRDefault="00D341A3" w:rsidP="00D341A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proofErr w:type="spellStart"/>
      <w:r w:rsidRPr="00CE1CCE">
        <w:rPr>
          <w:rFonts w:ascii="Corbel" w:hAnsi="Corbel"/>
          <w:b w:val="0"/>
          <w:smallCaps w:val="0"/>
          <w:szCs w:val="24"/>
        </w:rPr>
        <w:t>Ćwiczenia</w:t>
      </w:r>
      <w:proofErr w:type="spellEnd"/>
      <w:r w:rsidRPr="00CE1CCE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CE1CCE">
        <w:rPr>
          <w:rFonts w:ascii="Corbel" w:hAnsi="Corbel"/>
          <w:b w:val="0"/>
          <w:smallCaps w:val="0"/>
          <w:szCs w:val="24"/>
        </w:rPr>
        <w:t>obejmuja</w:t>
      </w:r>
      <w:proofErr w:type="spellEnd"/>
      <w:r w:rsidRPr="00CE1CCE">
        <w:rPr>
          <w:rFonts w:ascii="Corbel" w:hAnsi="Corbel"/>
          <w:b w:val="0"/>
          <w:smallCaps w:val="0"/>
          <w:szCs w:val="24"/>
        </w:rPr>
        <w:t xml:space="preserve">̨ </w:t>
      </w:r>
      <w:proofErr w:type="spellStart"/>
      <w:r w:rsidRPr="00CE1CCE">
        <w:rPr>
          <w:rFonts w:ascii="Corbel" w:hAnsi="Corbel"/>
          <w:b w:val="0"/>
          <w:smallCaps w:val="0"/>
          <w:szCs w:val="24"/>
        </w:rPr>
        <w:t>analize</w:t>
      </w:r>
      <w:proofErr w:type="spellEnd"/>
      <w:r w:rsidRPr="00CE1CCE">
        <w:rPr>
          <w:rFonts w:ascii="Corbel" w:hAnsi="Corbel"/>
          <w:b w:val="0"/>
          <w:smallCaps w:val="0"/>
          <w:szCs w:val="24"/>
        </w:rPr>
        <w:t xml:space="preserve">̨ i interpretację </w:t>
      </w:r>
      <w:proofErr w:type="spellStart"/>
      <w:r w:rsidRPr="00CE1CCE">
        <w:rPr>
          <w:rFonts w:ascii="Corbel" w:hAnsi="Corbel"/>
          <w:b w:val="0"/>
          <w:smallCaps w:val="0"/>
          <w:szCs w:val="24"/>
        </w:rPr>
        <w:t>treści</w:t>
      </w:r>
      <w:proofErr w:type="spellEnd"/>
      <w:r w:rsidRPr="00CE1CCE">
        <w:rPr>
          <w:rFonts w:ascii="Corbel" w:hAnsi="Corbel"/>
          <w:b w:val="0"/>
          <w:smallCaps w:val="0"/>
          <w:szCs w:val="24"/>
        </w:rPr>
        <w:t xml:space="preserve"> programowych a </w:t>
      </w:r>
      <w:proofErr w:type="spellStart"/>
      <w:r w:rsidRPr="00CE1CCE">
        <w:rPr>
          <w:rFonts w:ascii="Corbel" w:hAnsi="Corbel"/>
          <w:b w:val="0"/>
          <w:smallCaps w:val="0"/>
          <w:szCs w:val="24"/>
        </w:rPr>
        <w:t>także</w:t>
      </w:r>
      <w:proofErr w:type="spellEnd"/>
      <w:r w:rsidRPr="00CE1CCE">
        <w:rPr>
          <w:rFonts w:ascii="Corbel" w:hAnsi="Corbel"/>
          <w:b w:val="0"/>
          <w:smallCaps w:val="0"/>
          <w:szCs w:val="24"/>
        </w:rPr>
        <w:t xml:space="preserve"> przygotowanie projektu w ramach pracy w grupach. Wybrane zagadnienia prezentowane </w:t>
      </w:r>
      <w:proofErr w:type="spellStart"/>
      <w:r w:rsidRPr="00CE1CCE">
        <w:rPr>
          <w:rFonts w:ascii="Corbel" w:hAnsi="Corbel"/>
          <w:b w:val="0"/>
          <w:smallCaps w:val="0"/>
          <w:szCs w:val="24"/>
        </w:rPr>
        <w:t>sa</w:t>
      </w:r>
      <w:proofErr w:type="spellEnd"/>
      <w:r w:rsidRPr="00CE1CCE">
        <w:rPr>
          <w:rFonts w:ascii="Corbel" w:hAnsi="Corbel"/>
          <w:b w:val="0"/>
          <w:smallCaps w:val="0"/>
          <w:szCs w:val="24"/>
        </w:rPr>
        <w:t xml:space="preserve">̨ w formie multimedialnej. </w:t>
      </w:r>
    </w:p>
    <w:p w14:paraId="345DDB53" w14:textId="77777777" w:rsidR="00E960BB" w:rsidRPr="00CE1CC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B3DB3E" w14:textId="77777777" w:rsidR="00E960BB" w:rsidRPr="00CE1CC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EE9612" w14:textId="77777777" w:rsidR="0085747A" w:rsidRPr="00CE1CC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 xml:space="preserve">4. </w:t>
      </w:r>
      <w:r w:rsidR="0085747A" w:rsidRPr="00CE1CCE">
        <w:rPr>
          <w:rFonts w:ascii="Corbel" w:hAnsi="Corbel"/>
          <w:smallCaps w:val="0"/>
          <w:szCs w:val="24"/>
        </w:rPr>
        <w:t>METODY I KRYTERIA OCENY</w:t>
      </w:r>
    </w:p>
    <w:p w14:paraId="38FFDB06" w14:textId="77777777" w:rsidR="00923D7D" w:rsidRPr="00CE1CC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824EA5" w14:textId="77777777" w:rsidR="0085747A" w:rsidRPr="00CE1CC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E1CCE">
        <w:rPr>
          <w:rFonts w:ascii="Corbel" w:hAnsi="Corbel"/>
          <w:smallCaps w:val="0"/>
          <w:szCs w:val="24"/>
        </w:rPr>
        <w:t>uczenia się</w:t>
      </w:r>
    </w:p>
    <w:p w14:paraId="040FFC24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E1CCE" w14:paraId="25AFE307" w14:textId="77777777" w:rsidTr="00D341A3">
        <w:tc>
          <w:tcPr>
            <w:tcW w:w="1962" w:type="dxa"/>
            <w:vAlign w:val="center"/>
          </w:tcPr>
          <w:p w14:paraId="7448AFA4" w14:textId="77777777" w:rsidR="0085747A" w:rsidRPr="00CE1CC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3871A1F" w14:textId="77777777" w:rsidR="0085747A" w:rsidRPr="00CE1CC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01CE56" w14:textId="77777777" w:rsidR="0085747A" w:rsidRPr="00CE1CC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E1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D558021" w14:textId="77777777" w:rsidR="00923D7D" w:rsidRPr="00CE1CC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4211F06" w14:textId="77777777" w:rsidR="0085747A" w:rsidRPr="00CE1CC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E1CC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E1CC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341A3" w:rsidRPr="00CE1CCE" w14:paraId="03168E39" w14:textId="77777777" w:rsidTr="00D341A3">
        <w:tc>
          <w:tcPr>
            <w:tcW w:w="1962" w:type="dxa"/>
          </w:tcPr>
          <w:p w14:paraId="67A53FB5" w14:textId="7B6A727F" w:rsidR="00D341A3" w:rsidRPr="00CE1CCE" w:rsidRDefault="00D65AF6" w:rsidP="00D341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CCE">
              <w:rPr>
                <w:rFonts w:ascii="Corbel" w:hAnsi="Corbel"/>
                <w:b w:val="0"/>
                <w:szCs w:val="24"/>
              </w:rPr>
              <w:t>E</w:t>
            </w:r>
            <w:r w:rsidR="00D341A3" w:rsidRPr="00CE1CC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4989FD7C" w14:textId="77777777" w:rsidR="00D341A3" w:rsidRPr="00CE1CCE" w:rsidRDefault="00D341A3" w:rsidP="00D341A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Ocena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aktywności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 w trakcie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zajęc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́, opracowanie projektu. Kolokwium.</w:t>
            </w:r>
          </w:p>
        </w:tc>
        <w:tc>
          <w:tcPr>
            <w:tcW w:w="2117" w:type="dxa"/>
          </w:tcPr>
          <w:p w14:paraId="4DCE6C1E" w14:textId="6D5CCAE0" w:rsidR="00D341A3" w:rsidRPr="00CE1CCE" w:rsidRDefault="00AC0D47" w:rsidP="00AC0D4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ć</w:t>
            </w:r>
            <w:r w:rsidR="00D341A3" w:rsidRPr="00CE1CCE">
              <w:rPr>
                <w:rFonts w:ascii="Corbel" w:hAnsi="Corbel"/>
                <w:color w:val="000000"/>
                <w:sz w:val="24"/>
                <w:szCs w:val="24"/>
              </w:rPr>
              <w:t>wiczenia, wykład</w:t>
            </w:r>
          </w:p>
        </w:tc>
      </w:tr>
      <w:tr w:rsidR="00D341A3" w:rsidRPr="00CE1CCE" w14:paraId="2C850F32" w14:textId="77777777" w:rsidTr="00D341A3">
        <w:tc>
          <w:tcPr>
            <w:tcW w:w="1962" w:type="dxa"/>
          </w:tcPr>
          <w:p w14:paraId="135AD396" w14:textId="433CB33F" w:rsidR="00D341A3" w:rsidRPr="00CE1CCE" w:rsidRDefault="00D65AF6" w:rsidP="00D341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CCE">
              <w:rPr>
                <w:rFonts w:ascii="Corbel" w:hAnsi="Corbel"/>
                <w:b w:val="0"/>
                <w:szCs w:val="24"/>
              </w:rPr>
              <w:t>E</w:t>
            </w:r>
            <w:r w:rsidR="00D341A3" w:rsidRPr="00CE1CCE">
              <w:rPr>
                <w:rFonts w:ascii="Corbel" w:hAnsi="Corbel"/>
                <w:b w:val="0"/>
                <w:szCs w:val="24"/>
              </w:rPr>
              <w:t>k_ 02</w:t>
            </w:r>
          </w:p>
        </w:tc>
        <w:tc>
          <w:tcPr>
            <w:tcW w:w="5441" w:type="dxa"/>
          </w:tcPr>
          <w:p w14:paraId="1E73E1C9" w14:textId="77777777" w:rsidR="00D341A3" w:rsidRPr="00CE1CCE" w:rsidRDefault="00D341A3" w:rsidP="00D341A3">
            <w:pPr>
              <w:spacing w:after="0" w:line="240" w:lineRule="auto"/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Ocena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aktywności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 w trakcie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zajęc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́, opracowanie projektu.</w:t>
            </w:r>
            <w:r w:rsidR="00005B37"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Kolokwium.</w:t>
            </w:r>
          </w:p>
        </w:tc>
        <w:tc>
          <w:tcPr>
            <w:tcW w:w="2117" w:type="dxa"/>
          </w:tcPr>
          <w:p w14:paraId="5EA9A0A7" w14:textId="7648EC46" w:rsidR="00D341A3" w:rsidRPr="00CE1CCE" w:rsidRDefault="00AC0D47" w:rsidP="00AC0D4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ć</w:t>
            </w:r>
            <w:r w:rsidR="00D341A3" w:rsidRPr="00CE1CCE">
              <w:rPr>
                <w:rFonts w:ascii="Corbel" w:hAnsi="Corbel"/>
                <w:color w:val="000000"/>
                <w:sz w:val="24"/>
                <w:szCs w:val="24"/>
              </w:rPr>
              <w:t>wiczenia, wykład</w:t>
            </w:r>
          </w:p>
        </w:tc>
      </w:tr>
      <w:tr w:rsidR="00D341A3" w:rsidRPr="00CE1CCE" w14:paraId="1082EB28" w14:textId="77777777" w:rsidTr="00D341A3">
        <w:tc>
          <w:tcPr>
            <w:tcW w:w="1962" w:type="dxa"/>
          </w:tcPr>
          <w:p w14:paraId="07A4B38E" w14:textId="69CDB593" w:rsidR="00D341A3" w:rsidRPr="00CE1CCE" w:rsidRDefault="00D65AF6" w:rsidP="00D341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CE1CCE"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D341A3" w:rsidRPr="00CE1CCE">
              <w:rPr>
                <w:rFonts w:ascii="Corbel" w:hAnsi="Corbel"/>
                <w:smallCaps/>
                <w:sz w:val="24"/>
                <w:szCs w:val="24"/>
              </w:rPr>
              <w:t>k_ 03</w:t>
            </w:r>
          </w:p>
        </w:tc>
        <w:tc>
          <w:tcPr>
            <w:tcW w:w="5441" w:type="dxa"/>
          </w:tcPr>
          <w:p w14:paraId="5488FF83" w14:textId="77777777" w:rsidR="00D341A3" w:rsidRPr="00CE1CCE" w:rsidRDefault="00D341A3" w:rsidP="00D341A3">
            <w:pPr>
              <w:spacing w:after="0" w:line="240" w:lineRule="auto"/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Ocena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aktywności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 w trakcie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zajęc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́, opracowanie projektu</w:t>
            </w:r>
            <w:r w:rsidR="00005B37" w:rsidRPr="00CE1CCE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14:paraId="26BF35E2" w14:textId="360F8C53" w:rsidR="00D341A3" w:rsidRPr="00CE1CCE" w:rsidRDefault="00AC0D47" w:rsidP="00AC0D4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ć</w:t>
            </w:r>
            <w:r w:rsidR="00D341A3" w:rsidRPr="00CE1CCE">
              <w:rPr>
                <w:rFonts w:ascii="Corbel" w:hAnsi="Corbel"/>
                <w:color w:val="000000"/>
                <w:sz w:val="24"/>
                <w:szCs w:val="24"/>
              </w:rPr>
              <w:t>wiczenia, wykład</w:t>
            </w:r>
          </w:p>
        </w:tc>
      </w:tr>
      <w:tr w:rsidR="00D341A3" w:rsidRPr="00CE1CCE" w14:paraId="386FB68F" w14:textId="77777777" w:rsidTr="00D341A3">
        <w:tc>
          <w:tcPr>
            <w:tcW w:w="1962" w:type="dxa"/>
          </w:tcPr>
          <w:p w14:paraId="09841F06" w14:textId="24D821D2" w:rsidR="00D341A3" w:rsidRPr="00CE1CCE" w:rsidRDefault="00D65AF6" w:rsidP="00D341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CE1CCE"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D341A3" w:rsidRPr="00CE1CCE">
              <w:rPr>
                <w:rFonts w:ascii="Corbel" w:hAnsi="Corbel"/>
                <w:smallCaps/>
                <w:sz w:val="24"/>
                <w:szCs w:val="24"/>
              </w:rPr>
              <w:t xml:space="preserve">k_ 04 </w:t>
            </w:r>
          </w:p>
        </w:tc>
        <w:tc>
          <w:tcPr>
            <w:tcW w:w="5441" w:type="dxa"/>
          </w:tcPr>
          <w:p w14:paraId="2CA6D337" w14:textId="77777777" w:rsidR="00D341A3" w:rsidRPr="00CE1CCE" w:rsidRDefault="00D341A3" w:rsidP="00D341A3">
            <w:pPr>
              <w:spacing w:after="0" w:line="240" w:lineRule="auto"/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Ocena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aktywności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 w trakcie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zajęc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́, opracowanie projektu</w:t>
            </w:r>
            <w:r w:rsidR="00005B37" w:rsidRPr="00CE1CCE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14:paraId="1701BB00" w14:textId="13B27F7E" w:rsidR="00D341A3" w:rsidRPr="00CE1CCE" w:rsidRDefault="00AC0D47" w:rsidP="00AC0D4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ć</w:t>
            </w:r>
            <w:r w:rsidR="00D341A3" w:rsidRPr="00CE1CCE">
              <w:rPr>
                <w:rFonts w:ascii="Corbel" w:hAnsi="Corbel"/>
                <w:color w:val="000000"/>
                <w:sz w:val="24"/>
                <w:szCs w:val="24"/>
              </w:rPr>
              <w:t>wiczenia</w:t>
            </w:r>
          </w:p>
        </w:tc>
      </w:tr>
      <w:tr w:rsidR="00D341A3" w:rsidRPr="00CE1CCE" w14:paraId="0A788132" w14:textId="77777777" w:rsidTr="00D341A3">
        <w:tc>
          <w:tcPr>
            <w:tcW w:w="1962" w:type="dxa"/>
          </w:tcPr>
          <w:p w14:paraId="30BB5156" w14:textId="286CB8EF" w:rsidR="00D341A3" w:rsidRPr="00CE1CCE" w:rsidRDefault="00D65AF6" w:rsidP="00D341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CE1CCE">
              <w:rPr>
                <w:rFonts w:ascii="Corbel" w:hAnsi="Corbel"/>
                <w:smallCaps/>
                <w:sz w:val="24"/>
                <w:szCs w:val="24"/>
              </w:rPr>
              <w:t>E</w:t>
            </w:r>
            <w:r w:rsidR="00D341A3" w:rsidRPr="00CE1CCE">
              <w:rPr>
                <w:rFonts w:ascii="Corbel" w:hAnsi="Corbel"/>
                <w:smallCaps/>
                <w:sz w:val="24"/>
                <w:szCs w:val="24"/>
              </w:rPr>
              <w:t>k_ 05</w:t>
            </w:r>
          </w:p>
        </w:tc>
        <w:tc>
          <w:tcPr>
            <w:tcW w:w="5441" w:type="dxa"/>
          </w:tcPr>
          <w:p w14:paraId="1D2C0B5D" w14:textId="77777777" w:rsidR="00D341A3" w:rsidRPr="00CE1CCE" w:rsidRDefault="00D341A3" w:rsidP="00D341A3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Ocena wyrażanych sugestii, opinii podczas pracy nad projektem.</w:t>
            </w:r>
          </w:p>
        </w:tc>
        <w:tc>
          <w:tcPr>
            <w:tcW w:w="2117" w:type="dxa"/>
          </w:tcPr>
          <w:p w14:paraId="3DBCAE53" w14:textId="27EF05E5" w:rsidR="00D341A3" w:rsidRPr="00CE1CCE" w:rsidRDefault="00AC0D47" w:rsidP="00AC0D4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ć</w:t>
            </w:r>
            <w:r w:rsidR="00D341A3" w:rsidRPr="00CE1CCE">
              <w:rPr>
                <w:rFonts w:ascii="Corbel" w:hAnsi="Corbel"/>
                <w:color w:val="000000"/>
                <w:sz w:val="24"/>
                <w:szCs w:val="24"/>
              </w:rPr>
              <w:t>wiczenia</w:t>
            </w:r>
          </w:p>
        </w:tc>
      </w:tr>
    </w:tbl>
    <w:p w14:paraId="0FF129A9" w14:textId="77777777" w:rsidR="00923D7D" w:rsidRPr="00CE1CC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D7EA86" w14:textId="77777777" w:rsidR="0085747A" w:rsidRPr="00CE1CC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 xml:space="preserve">4.2 </w:t>
      </w:r>
      <w:r w:rsidR="0085747A" w:rsidRPr="00CE1CCE">
        <w:rPr>
          <w:rFonts w:ascii="Corbel" w:hAnsi="Corbel"/>
          <w:smallCaps w:val="0"/>
          <w:szCs w:val="24"/>
        </w:rPr>
        <w:t>Warunki zaliczenia przedmiotu (kryteria oceniania)</w:t>
      </w:r>
    </w:p>
    <w:p w14:paraId="434CDE03" w14:textId="77777777" w:rsidR="00923D7D" w:rsidRPr="00CE1CC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1CCE" w14:paraId="0D937445" w14:textId="77777777" w:rsidTr="00923D7D">
        <w:tc>
          <w:tcPr>
            <w:tcW w:w="9670" w:type="dxa"/>
          </w:tcPr>
          <w:p w14:paraId="630829BA" w14:textId="77777777" w:rsidR="00921757" w:rsidRPr="00CE1CCE" w:rsidRDefault="00921757" w:rsidP="0092175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Ocena zaliczeniowa jest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średnia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̨ ocen uzyskanych z:</w:t>
            </w:r>
          </w:p>
          <w:p w14:paraId="4B35AD8B" w14:textId="77777777" w:rsidR="00921757" w:rsidRPr="00CE1CCE" w:rsidRDefault="00921757" w:rsidP="0092175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- kolokwium zaliczeniowego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obejmującego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problematyke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̨ </w:t>
            </w:r>
            <w:proofErr w:type="spellStart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ćwiczen</w:t>
            </w:r>
            <w:proofErr w:type="spellEnd"/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́ (50%), </w:t>
            </w:r>
          </w:p>
          <w:p w14:paraId="654F99B1" w14:textId="77777777" w:rsidR="00921757" w:rsidRPr="00CE1CCE" w:rsidRDefault="00921757" w:rsidP="0092175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- noty uzyskanej z opracowania projektu publicznego (40%), </w:t>
            </w:r>
          </w:p>
          <w:p w14:paraId="39C8003B" w14:textId="77777777" w:rsidR="00921757" w:rsidRPr="00CE1CCE" w:rsidRDefault="00921757" w:rsidP="0092175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 xml:space="preserve">- aktywności na ćwiczeniach (10%). </w:t>
            </w:r>
          </w:p>
          <w:p w14:paraId="211A6B4F" w14:textId="222D60AA" w:rsidR="00367579" w:rsidRPr="00CE1CCE" w:rsidRDefault="00921757" w:rsidP="0036757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E1CCE">
              <w:rPr>
                <w:rFonts w:ascii="Corbel" w:hAnsi="Corbel"/>
                <w:color w:val="000000"/>
                <w:sz w:val="24"/>
                <w:szCs w:val="24"/>
              </w:rPr>
              <w:t>Podstawą zaliczenia przedmiotu jest egzamin pisemny (pytania otwarte). Warunkiem zaliczenia jest uzyskanie 51% poprawnych odpowiedzi.</w:t>
            </w:r>
          </w:p>
        </w:tc>
      </w:tr>
    </w:tbl>
    <w:p w14:paraId="6CE021E0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809206" w14:textId="77777777" w:rsidR="009F4610" w:rsidRPr="00CE1CC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E1CCE">
        <w:rPr>
          <w:rFonts w:ascii="Corbel" w:hAnsi="Corbel"/>
          <w:b/>
          <w:sz w:val="24"/>
          <w:szCs w:val="24"/>
        </w:rPr>
        <w:t xml:space="preserve">5. </w:t>
      </w:r>
      <w:r w:rsidR="00C61DC5" w:rsidRPr="00CE1CC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6ECF8F" w14:textId="77777777" w:rsidR="0085747A" w:rsidRPr="00CE1C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E1CCE" w14:paraId="5EA28E76" w14:textId="77777777" w:rsidTr="00C260ED">
        <w:tc>
          <w:tcPr>
            <w:tcW w:w="4902" w:type="dxa"/>
            <w:vAlign w:val="center"/>
          </w:tcPr>
          <w:p w14:paraId="4E1DA9FE" w14:textId="77777777" w:rsidR="0085747A" w:rsidRPr="00CE1C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1CC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E1CC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E1CC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30F57A7" w14:textId="77777777" w:rsidR="0085747A" w:rsidRPr="00CE1C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1CC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E1CC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E1CC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260ED" w:rsidRPr="00CE1CCE" w14:paraId="46687870" w14:textId="77777777" w:rsidTr="00C260ED">
        <w:tc>
          <w:tcPr>
            <w:tcW w:w="4902" w:type="dxa"/>
          </w:tcPr>
          <w:p w14:paraId="1D403B2E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lastRenderedPageBreak/>
              <w:t>Godziny kontaktowe wynikające z harmonogramu studiów</w:t>
            </w:r>
          </w:p>
        </w:tc>
        <w:tc>
          <w:tcPr>
            <w:tcW w:w="4618" w:type="dxa"/>
          </w:tcPr>
          <w:p w14:paraId="442B2648" w14:textId="79E6AA1B" w:rsidR="00C260ED" w:rsidRPr="00CE1CCE" w:rsidRDefault="00F74006" w:rsidP="00C26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260ED" w:rsidRPr="00CE1CCE" w14:paraId="02DF529E" w14:textId="77777777" w:rsidTr="00C260ED">
        <w:tc>
          <w:tcPr>
            <w:tcW w:w="4902" w:type="dxa"/>
          </w:tcPr>
          <w:p w14:paraId="30E14A30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DE7E3AF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4169F05" w14:textId="77777777" w:rsidR="00C260ED" w:rsidRPr="00CE1CCE" w:rsidRDefault="00C260ED" w:rsidP="00C26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260ED" w:rsidRPr="00CE1CCE" w14:paraId="0B3848B6" w14:textId="77777777" w:rsidTr="00C260ED">
        <w:tc>
          <w:tcPr>
            <w:tcW w:w="4902" w:type="dxa"/>
          </w:tcPr>
          <w:p w14:paraId="4C713C08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E1CC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E1CC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F18E76F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97366B6" w14:textId="3E493285" w:rsidR="00C260ED" w:rsidRPr="00CE1CCE" w:rsidRDefault="00F74006" w:rsidP="00C26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91</w:t>
            </w:r>
          </w:p>
        </w:tc>
      </w:tr>
      <w:tr w:rsidR="00C260ED" w:rsidRPr="00CE1CCE" w14:paraId="688861C5" w14:textId="77777777" w:rsidTr="00C260ED">
        <w:tc>
          <w:tcPr>
            <w:tcW w:w="4902" w:type="dxa"/>
          </w:tcPr>
          <w:p w14:paraId="094A1383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9DB2E33" w14:textId="77777777" w:rsidR="00C260ED" w:rsidRPr="00CE1CCE" w:rsidRDefault="00C260ED" w:rsidP="00C26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C260ED" w:rsidRPr="00CE1CCE" w14:paraId="1825F635" w14:textId="77777777" w:rsidTr="00C260ED">
        <w:tc>
          <w:tcPr>
            <w:tcW w:w="4902" w:type="dxa"/>
          </w:tcPr>
          <w:p w14:paraId="531BBD86" w14:textId="77777777" w:rsidR="00C260ED" w:rsidRPr="00CE1CCE" w:rsidRDefault="00C260ED" w:rsidP="00C260E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E1CC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A429A4A" w14:textId="77777777" w:rsidR="00C260ED" w:rsidRPr="00CE1CCE" w:rsidRDefault="00C260ED" w:rsidP="00C26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3630342" w14:textId="77777777" w:rsidR="0085747A" w:rsidRPr="00CE1CC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E1CC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E1CC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80B0B4" w14:textId="77777777" w:rsidR="003E1941" w:rsidRPr="00CE1CC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07A5EF" w14:textId="77777777" w:rsidR="0085747A" w:rsidRPr="00CE1CC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 xml:space="preserve">6. </w:t>
      </w:r>
      <w:r w:rsidR="0085747A" w:rsidRPr="00CE1CCE">
        <w:rPr>
          <w:rFonts w:ascii="Corbel" w:hAnsi="Corbel"/>
          <w:smallCaps w:val="0"/>
          <w:szCs w:val="24"/>
        </w:rPr>
        <w:t>PRAKTYKI ZAWO</w:t>
      </w:r>
      <w:r w:rsidR="009D3F3B" w:rsidRPr="00CE1CCE">
        <w:rPr>
          <w:rFonts w:ascii="Corbel" w:hAnsi="Corbel"/>
          <w:smallCaps w:val="0"/>
          <w:szCs w:val="24"/>
        </w:rPr>
        <w:t>DOWE W RAMACH PRZEDMIOTU</w:t>
      </w:r>
    </w:p>
    <w:p w14:paraId="5C7592AC" w14:textId="77777777" w:rsidR="0085747A" w:rsidRPr="00CE1CC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E1CCE" w14:paraId="3F6E7D97" w14:textId="77777777" w:rsidTr="00AC0D47">
        <w:trPr>
          <w:trHeight w:val="397"/>
          <w:jc w:val="center"/>
        </w:trPr>
        <w:tc>
          <w:tcPr>
            <w:tcW w:w="3544" w:type="dxa"/>
          </w:tcPr>
          <w:p w14:paraId="2588A9F3" w14:textId="77777777" w:rsidR="0085747A" w:rsidRPr="00CE1C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ECA47A" w14:textId="647E47FE" w:rsidR="0085747A" w:rsidRPr="00CE1CCE" w:rsidRDefault="00AC0D47" w:rsidP="00AC0D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E1CCE" w14:paraId="6761494F" w14:textId="77777777" w:rsidTr="00AC0D47">
        <w:trPr>
          <w:trHeight w:val="397"/>
          <w:jc w:val="center"/>
        </w:trPr>
        <w:tc>
          <w:tcPr>
            <w:tcW w:w="3544" w:type="dxa"/>
          </w:tcPr>
          <w:p w14:paraId="0CD4D636" w14:textId="77777777" w:rsidR="0085747A" w:rsidRPr="00CE1C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2A8C9D" w14:textId="5B9CC6A5" w:rsidR="0085747A" w:rsidRPr="00CE1CCE" w:rsidRDefault="00AC0D47" w:rsidP="00AC0D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A465995" w14:textId="77777777" w:rsidR="003E1941" w:rsidRPr="00CE1CC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7629A" w14:textId="77777777" w:rsidR="0085747A" w:rsidRPr="00CE1C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1CCE">
        <w:rPr>
          <w:rFonts w:ascii="Corbel" w:hAnsi="Corbel"/>
          <w:smallCaps w:val="0"/>
          <w:szCs w:val="24"/>
        </w:rPr>
        <w:t xml:space="preserve">7. </w:t>
      </w:r>
      <w:r w:rsidR="0085747A" w:rsidRPr="00CE1CCE">
        <w:rPr>
          <w:rFonts w:ascii="Corbel" w:hAnsi="Corbel"/>
          <w:smallCaps w:val="0"/>
          <w:szCs w:val="24"/>
        </w:rPr>
        <w:t>LITERATURA</w:t>
      </w:r>
    </w:p>
    <w:p w14:paraId="22BE6DA3" w14:textId="77777777" w:rsidR="00675843" w:rsidRPr="00CE1C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E1CCE" w14:paraId="13AC0FBE" w14:textId="77777777" w:rsidTr="1A78F286">
        <w:trPr>
          <w:trHeight w:val="397"/>
          <w:jc w:val="center"/>
        </w:trPr>
        <w:tc>
          <w:tcPr>
            <w:tcW w:w="7513" w:type="dxa"/>
          </w:tcPr>
          <w:p w14:paraId="7E80C8D3" w14:textId="77777777" w:rsidR="0085747A" w:rsidRPr="00CE1C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DA532DA" w14:textId="77777777" w:rsidR="00C260ED" w:rsidRPr="00CE1CCE" w:rsidRDefault="00C260ED" w:rsidP="00AC0D4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E1CCE">
              <w:rPr>
                <w:rFonts w:ascii="Corbel" w:hAnsi="Corbel"/>
                <w:b w:val="0"/>
                <w:smallCaps w:val="0"/>
                <w:szCs w:val="24"/>
              </w:rPr>
              <w:t>Szwabe</w:t>
            </w:r>
            <w:proofErr w:type="spellEnd"/>
            <w:r w:rsidRPr="00CE1CCE">
              <w:rPr>
                <w:rFonts w:ascii="Corbel" w:hAnsi="Corbel"/>
                <w:b w:val="0"/>
                <w:smallCaps w:val="0"/>
                <w:szCs w:val="24"/>
              </w:rPr>
              <w:t xml:space="preserve"> M., Zrządzanie projektami współfinansowanymi z funduszy publicznych. Wolters Kluwer Polska, Kraków 2007</w:t>
            </w:r>
          </w:p>
          <w:p w14:paraId="359C93C3" w14:textId="77777777" w:rsidR="00C260ED" w:rsidRPr="00CE1CCE" w:rsidRDefault="00C260ED" w:rsidP="00AC0D47">
            <w:pPr>
              <w:pStyle w:val="Punktygwne"/>
              <w:numPr>
                <w:ilvl w:val="0"/>
                <w:numId w:val="4"/>
              </w:numPr>
              <w:spacing w:before="0" w:after="0"/>
              <w:ind w:left="457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E1CCE">
              <w:rPr>
                <w:rFonts w:ascii="Corbel" w:hAnsi="Corbel"/>
                <w:b w:val="0"/>
                <w:smallCaps w:val="0"/>
                <w:szCs w:val="24"/>
              </w:rPr>
              <w:t>Szot-Gabryś T., Projekty inwestycyjne, infrastrukturalne i biznesowe, DIFIN Warszawa 2011</w:t>
            </w:r>
          </w:p>
          <w:p w14:paraId="52DD6D04" w14:textId="77777777" w:rsidR="00005B37" w:rsidRPr="00CE1CCE" w:rsidRDefault="005D0A4C" w:rsidP="00AC0D4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Gasik S., 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>Zarządzanie projektami sektora publicznego</w:t>
            </w:r>
            <w:r w:rsidRPr="00CE1CCE">
              <w:rPr>
                <w:rFonts w:ascii="Corbel" w:hAnsi="Corbel"/>
                <w:sz w:val="24"/>
                <w:szCs w:val="24"/>
              </w:rPr>
              <w:t>,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 xml:space="preserve"> Warszawa : Akademia Finansów i </w:t>
            </w:r>
            <w:proofErr w:type="spellStart"/>
            <w:r w:rsidR="00005B37" w:rsidRPr="00CE1CCE">
              <w:rPr>
                <w:rFonts w:ascii="Corbel" w:hAnsi="Corbel"/>
                <w:sz w:val="24"/>
                <w:szCs w:val="24"/>
              </w:rPr>
              <w:t>BiznesuVistula</w:t>
            </w:r>
            <w:proofErr w:type="spellEnd"/>
            <w:r w:rsidR="00005B37" w:rsidRPr="00CE1CCE">
              <w:rPr>
                <w:rFonts w:ascii="Corbel" w:hAnsi="Corbel"/>
                <w:sz w:val="24"/>
                <w:szCs w:val="24"/>
              </w:rPr>
              <w:t>, 2017.</w:t>
            </w:r>
          </w:p>
        </w:tc>
      </w:tr>
      <w:tr w:rsidR="0085747A" w:rsidRPr="00CE1CCE" w14:paraId="264EB2AD" w14:textId="77777777" w:rsidTr="1A78F286">
        <w:trPr>
          <w:trHeight w:val="397"/>
          <w:jc w:val="center"/>
        </w:trPr>
        <w:tc>
          <w:tcPr>
            <w:tcW w:w="7513" w:type="dxa"/>
          </w:tcPr>
          <w:p w14:paraId="4AE4A4F8" w14:textId="77777777" w:rsidR="0085747A" w:rsidRPr="00CE1CCE" w:rsidRDefault="0085747A" w:rsidP="3B4545C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E1CCE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409999BB" w14:textId="77777777" w:rsidR="00C260ED" w:rsidRPr="00CE1CCE" w:rsidRDefault="005D0A4C" w:rsidP="3B4545C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 xml:space="preserve">Wysocki R., 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>Efektywne zarządzanie projektami : tradycyjne, zwinne, ekstremalne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05B37" w:rsidRPr="00CE1CCE">
              <w:rPr>
                <w:rFonts w:ascii="Corbel" w:hAnsi="Corbel"/>
                <w:sz w:val="24"/>
                <w:szCs w:val="24"/>
              </w:rPr>
              <w:t xml:space="preserve"> Gliwice : "Helion", 2013.</w:t>
            </w:r>
          </w:p>
          <w:p w14:paraId="5FAB7A64" w14:textId="77777777" w:rsidR="00005B37" w:rsidRPr="00CE1CCE" w:rsidRDefault="00005B37" w:rsidP="3B4545C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Metodyki i standardy zarządzania projektami / red. nauk. M</w:t>
            </w:r>
            <w:r w:rsidR="005D0A4C" w:rsidRPr="00CE1CCE">
              <w:rPr>
                <w:rFonts w:ascii="Corbel" w:hAnsi="Corbel"/>
                <w:sz w:val="24"/>
                <w:szCs w:val="24"/>
              </w:rPr>
              <w:t>.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 Trocki ; Warszawa : Polskie Wydawnictwo Ekonomiczne,  2017</w:t>
            </w:r>
          </w:p>
          <w:p w14:paraId="55047022" w14:textId="2A130A0A" w:rsidR="00005B37" w:rsidRPr="00CE1CCE" w:rsidRDefault="617876F7" w:rsidP="3B4545C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E1CCE">
              <w:rPr>
                <w:rFonts w:ascii="Corbel" w:hAnsi="Corbel"/>
                <w:sz w:val="24"/>
                <w:szCs w:val="24"/>
              </w:rPr>
              <w:t>Szara K.</w:t>
            </w:r>
            <w:r w:rsidR="02B6BB51" w:rsidRPr="00CE1CCE">
              <w:rPr>
                <w:rFonts w:ascii="Corbel" w:hAnsi="Corbel"/>
                <w:sz w:val="24"/>
                <w:szCs w:val="24"/>
              </w:rPr>
              <w:t>,</w:t>
            </w:r>
            <w:r w:rsidRPr="00CE1CCE">
              <w:rPr>
                <w:rFonts w:ascii="Corbel" w:hAnsi="Corbel"/>
                <w:sz w:val="24"/>
                <w:szCs w:val="24"/>
              </w:rPr>
              <w:t xml:space="preserve"> Ocena wykorzystania funduszy unijnych w gminach Podkarpacia. Przedsiębiorczość i Zarządzanie, 16/4</w:t>
            </w:r>
            <w:r w:rsidR="4A25639B" w:rsidRPr="00CE1CCE">
              <w:rPr>
                <w:rFonts w:ascii="Corbel" w:hAnsi="Corbel"/>
                <w:sz w:val="24"/>
                <w:szCs w:val="24"/>
              </w:rPr>
              <w:t>/2015</w:t>
            </w:r>
          </w:p>
        </w:tc>
      </w:tr>
    </w:tbl>
    <w:p w14:paraId="34296706" w14:textId="77777777" w:rsidR="0085747A" w:rsidRPr="00CE1CC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62124B" w14:textId="77777777" w:rsidR="0085747A" w:rsidRPr="00CE1CC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49B2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E1CC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FFDD77" w14:textId="77777777" w:rsidR="00745A7C" w:rsidRDefault="00745A7C" w:rsidP="00C16ABF">
      <w:pPr>
        <w:spacing w:after="0" w:line="240" w:lineRule="auto"/>
      </w:pPr>
      <w:r>
        <w:separator/>
      </w:r>
    </w:p>
  </w:endnote>
  <w:endnote w:type="continuationSeparator" w:id="0">
    <w:p w14:paraId="305318A6" w14:textId="77777777" w:rsidR="00745A7C" w:rsidRDefault="00745A7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75277" w14:textId="77777777" w:rsidR="00745A7C" w:rsidRDefault="00745A7C" w:rsidP="00C16ABF">
      <w:pPr>
        <w:spacing w:after="0" w:line="240" w:lineRule="auto"/>
      </w:pPr>
      <w:r>
        <w:separator/>
      </w:r>
    </w:p>
  </w:footnote>
  <w:footnote w:type="continuationSeparator" w:id="0">
    <w:p w14:paraId="7551E7F8" w14:textId="77777777" w:rsidR="00745A7C" w:rsidRDefault="00745A7C" w:rsidP="00C16ABF">
      <w:pPr>
        <w:spacing w:after="0" w:line="240" w:lineRule="auto"/>
      </w:pPr>
      <w:r>
        <w:continuationSeparator/>
      </w:r>
    </w:p>
  </w:footnote>
  <w:footnote w:id="1">
    <w:p w14:paraId="401D87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8564E"/>
    <w:multiLevelType w:val="hybridMultilevel"/>
    <w:tmpl w:val="D46E3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6568FB"/>
    <w:multiLevelType w:val="hybridMultilevel"/>
    <w:tmpl w:val="4D8C5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37146"/>
    <w:multiLevelType w:val="hybridMultilevel"/>
    <w:tmpl w:val="CD4A0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56C5E"/>
    <w:multiLevelType w:val="hybridMultilevel"/>
    <w:tmpl w:val="D46E3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B37"/>
    <w:rsid w:val="000077B4"/>
    <w:rsid w:val="00014BB9"/>
    <w:rsid w:val="00015B8F"/>
    <w:rsid w:val="00022ECE"/>
    <w:rsid w:val="00042A51"/>
    <w:rsid w:val="00042D2E"/>
    <w:rsid w:val="00044C82"/>
    <w:rsid w:val="0005162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07E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AFE"/>
    <w:rsid w:val="00346FE9"/>
    <w:rsid w:val="0034759A"/>
    <w:rsid w:val="003503F6"/>
    <w:rsid w:val="003530DD"/>
    <w:rsid w:val="00363F78"/>
    <w:rsid w:val="00367579"/>
    <w:rsid w:val="00372572"/>
    <w:rsid w:val="003A0A5B"/>
    <w:rsid w:val="003A1176"/>
    <w:rsid w:val="003C0BAE"/>
    <w:rsid w:val="003D043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1522"/>
    <w:rsid w:val="005A3196"/>
    <w:rsid w:val="005C080F"/>
    <w:rsid w:val="005C55E5"/>
    <w:rsid w:val="005C696A"/>
    <w:rsid w:val="005D0A4C"/>
    <w:rsid w:val="005E6E85"/>
    <w:rsid w:val="005F31D2"/>
    <w:rsid w:val="0061029B"/>
    <w:rsid w:val="00617230"/>
    <w:rsid w:val="00621CE1"/>
    <w:rsid w:val="00627FC9"/>
    <w:rsid w:val="006474AC"/>
    <w:rsid w:val="00647FA8"/>
    <w:rsid w:val="00650C5F"/>
    <w:rsid w:val="00654934"/>
    <w:rsid w:val="006620D9"/>
    <w:rsid w:val="00662C60"/>
    <w:rsid w:val="00671958"/>
    <w:rsid w:val="00675843"/>
    <w:rsid w:val="00680369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A7C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2B08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496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757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38BF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0D47"/>
    <w:rsid w:val="00AD1146"/>
    <w:rsid w:val="00AD27D3"/>
    <w:rsid w:val="00AD66D6"/>
    <w:rsid w:val="00AE1160"/>
    <w:rsid w:val="00AE203C"/>
    <w:rsid w:val="00AE2E74"/>
    <w:rsid w:val="00AE5FCB"/>
    <w:rsid w:val="00AE7116"/>
    <w:rsid w:val="00AF2C1E"/>
    <w:rsid w:val="00B0181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0ED"/>
    <w:rsid w:val="00C26CB7"/>
    <w:rsid w:val="00C324C1"/>
    <w:rsid w:val="00C36992"/>
    <w:rsid w:val="00C56036"/>
    <w:rsid w:val="00C61DC5"/>
    <w:rsid w:val="00C67AF7"/>
    <w:rsid w:val="00C67E92"/>
    <w:rsid w:val="00C70A26"/>
    <w:rsid w:val="00C766DF"/>
    <w:rsid w:val="00C7771E"/>
    <w:rsid w:val="00C94B98"/>
    <w:rsid w:val="00CA2B96"/>
    <w:rsid w:val="00CA5089"/>
    <w:rsid w:val="00CA56E5"/>
    <w:rsid w:val="00CD6897"/>
    <w:rsid w:val="00CE1CCE"/>
    <w:rsid w:val="00CE5BAC"/>
    <w:rsid w:val="00CF25BE"/>
    <w:rsid w:val="00CF78ED"/>
    <w:rsid w:val="00D02B25"/>
    <w:rsid w:val="00D02EBA"/>
    <w:rsid w:val="00D16139"/>
    <w:rsid w:val="00D17C3C"/>
    <w:rsid w:val="00D26B2C"/>
    <w:rsid w:val="00D341A3"/>
    <w:rsid w:val="00D352C9"/>
    <w:rsid w:val="00D425B2"/>
    <w:rsid w:val="00D428D6"/>
    <w:rsid w:val="00D552B2"/>
    <w:rsid w:val="00D608D1"/>
    <w:rsid w:val="00D65AF6"/>
    <w:rsid w:val="00D74119"/>
    <w:rsid w:val="00D8075B"/>
    <w:rsid w:val="00D839B0"/>
    <w:rsid w:val="00D8678B"/>
    <w:rsid w:val="00DA2114"/>
    <w:rsid w:val="00DA6057"/>
    <w:rsid w:val="00DC6D0C"/>
    <w:rsid w:val="00DE09C0"/>
    <w:rsid w:val="00DE4A14"/>
    <w:rsid w:val="00DF320D"/>
    <w:rsid w:val="00DF71C8"/>
    <w:rsid w:val="00E01429"/>
    <w:rsid w:val="00E0315E"/>
    <w:rsid w:val="00E053FA"/>
    <w:rsid w:val="00E129B8"/>
    <w:rsid w:val="00E21E7D"/>
    <w:rsid w:val="00E22FBC"/>
    <w:rsid w:val="00E24BF5"/>
    <w:rsid w:val="00E25338"/>
    <w:rsid w:val="00E51E44"/>
    <w:rsid w:val="00E62776"/>
    <w:rsid w:val="00E63348"/>
    <w:rsid w:val="00E644D0"/>
    <w:rsid w:val="00E661B9"/>
    <w:rsid w:val="00E742AA"/>
    <w:rsid w:val="00E77E88"/>
    <w:rsid w:val="00E8107D"/>
    <w:rsid w:val="00E9230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4006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B6BB51"/>
    <w:rsid w:val="1A78F286"/>
    <w:rsid w:val="3B4545CD"/>
    <w:rsid w:val="4A25639B"/>
    <w:rsid w:val="61787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9043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0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0D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0D4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0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0D4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F043-759B-439A-AACA-4BF52C4362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2CCA03-6F83-44CA-925A-5FCE74F08E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3C39E7-F23A-404B-805E-6A2CD65548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25B40B-F683-4C15-9EF1-122FCB9E8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899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14</cp:revision>
  <cp:lastPrinted>2019-02-06T12:12:00Z</cp:lastPrinted>
  <dcterms:created xsi:type="dcterms:W3CDTF">2020-11-24T07:59:00Z</dcterms:created>
  <dcterms:modified xsi:type="dcterms:W3CDTF">2021-09-06T05:49:00Z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